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15" w:rsidRDefault="00E35F57" w:rsidP="00E35F57">
      <w:pPr>
        <w:jc w:val="center"/>
        <w:rPr>
          <w:sz w:val="40"/>
          <w:szCs w:val="40"/>
        </w:rPr>
      </w:pPr>
      <w:bookmarkStart w:id="0" w:name="_GoBack"/>
      <w:r w:rsidRPr="00E35F57">
        <w:rPr>
          <w:sz w:val="40"/>
          <w:szCs w:val="40"/>
        </w:rPr>
        <w:t>Harlem Renaissance</w:t>
      </w:r>
    </w:p>
    <w:p w:rsidR="00E84580" w:rsidRDefault="00E35F57" w:rsidP="00E35F57">
      <w:pPr>
        <w:rPr>
          <w:sz w:val="24"/>
          <w:szCs w:val="24"/>
        </w:rPr>
      </w:pPr>
      <w:r>
        <w:rPr>
          <w:sz w:val="24"/>
          <w:szCs w:val="24"/>
        </w:rPr>
        <w:t>The Harlem renaissance took place between 1920 and 1930. It</w:t>
      </w:r>
      <w:r w:rsidR="006B3EF1">
        <w:rPr>
          <w:sz w:val="24"/>
          <w:szCs w:val="24"/>
        </w:rPr>
        <w:t xml:space="preserve"> was a burst of African culture l</w:t>
      </w:r>
      <w:r w:rsidR="006B3EF1" w:rsidRPr="006B3EF1">
        <w:rPr>
          <w:sz w:val="24"/>
          <w:szCs w:val="24"/>
        </w:rPr>
        <w:t xml:space="preserve">ike music, literature, and art. </w:t>
      </w:r>
      <w:r>
        <w:rPr>
          <w:sz w:val="24"/>
          <w:szCs w:val="24"/>
        </w:rPr>
        <w:t xml:space="preserve"> </w:t>
      </w:r>
      <w:r w:rsidR="006B3EF1">
        <w:rPr>
          <w:sz w:val="24"/>
          <w:szCs w:val="24"/>
        </w:rPr>
        <w:t xml:space="preserve">It was caused by the great migration. This was a movement of African Americans from the south to the north. </w:t>
      </w:r>
      <w:r>
        <w:rPr>
          <w:sz w:val="24"/>
          <w:szCs w:val="24"/>
        </w:rPr>
        <w:t xml:space="preserve">Many famous </w:t>
      </w:r>
      <w:r w:rsidR="006B3EF1">
        <w:rPr>
          <w:sz w:val="24"/>
          <w:szCs w:val="24"/>
        </w:rPr>
        <w:t xml:space="preserve">writers and musicians emerged during this period of time. Due to this many white Americans had access to mythology language and musical traditions of African Americans. </w:t>
      </w:r>
    </w:p>
    <w:p w:rsidR="006B3EF1" w:rsidRDefault="006B3EF1" w:rsidP="00E84580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The creation of the </w:t>
      </w:r>
      <w:r w:rsidR="00B25DC0">
        <w:rPr>
          <w:sz w:val="24"/>
          <w:szCs w:val="24"/>
        </w:rPr>
        <w:t>NAACP (national association for the advancement of colored people) helped colored and white people fight racism which was all across the nation.</w:t>
      </w:r>
      <w:r w:rsidR="00FF2B1D">
        <w:rPr>
          <w:sz w:val="24"/>
          <w:szCs w:val="24"/>
        </w:rPr>
        <w:t xml:space="preserve"> </w:t>
      </w:r>
      <w:r w:rsidR="00E84580">
        <w:rPr>
          <w:sz w:val="24"/>
          <w:szCs w:val="24"/>
        </w:rPr>
        <w:t xml:space="preserve">The </w:t>
      </w:r>
      <w:proofErr w:type="spellStart"/>
      <w:proofErr w:type="gramStart"/>
      <w:r w:rsidR="00E84580">
        <w:rPr>
          <w:sz w:val="24"/>
          <w:szCs w:val="24"/>
        </w:rPr>
        <w:t>kkk</w:t>
      </w:r>
      <w:proofErr w:type="spellEnd"/>
      <w:proofErr w:type="gramEnd"/>
      <w:r w:rsidR="00E84580">
        <w:rPr>
          <w:sz w:val="24"/>
          <w:szCs w:val="24"/>
        </w:rPr>
        <w:t xml:space="preserve"> (</w:t>
      </w:r>
      <w:proofErr w:type="spellStart"/>
      <w:r w:rsidR="00E84580">
        <w:rPr>
          <w:sz w:val="24"/>
          <w:szCs w:val="24"/>
        </w:rPr>
        <w:t>ku</w:t>
      </w:r>
      <w:proofErr w:type="spellEnd"/>
      <w:r w:rsidR="00E84580">
        <w:rPr>
          <w:sz w:val="24"/>
          <w:szCs w:val="24"/>
        </w:rPr>
        <w:t xml:space="preserve"> </w:t>
      </w:r>
      <w:proofErr w:type="spellStart"/>
      <w:r w:rsidR="00E84580">
        <w:rPr>
          <w:sz w:val="24"/>
          <w:szCs w:val="24"/>
        </w:rPr>
        <w:t>klux</w:t>
      </w:r>
      <w:proofErr w:type="spellEnd"/>
      <w:r w:rsidR="00E84580">
        <w:rPr>
          <w:sz w:val="24"/>
          <w:szCs w:val="24"/>
        </w:rPr>
        <w:t xml:space="preserve"> </w:t>
      </w:r>
      <w:proofErr w:type="spellStart"/>
      <w:r w:rsidR="00E84580">
        <w:rPr>
          <w:sz w:val="24"/>
          <w:szCs w:val="24"/>
        </w:rPr>
        <w:t>klan</w:t>
      </w:r>
      <w:proofErr w:type="spellEnd"/>
      <w:r w:rsidR="00E84580">
        <w:rPr>
          <w:sz w:val="24"/>
          <w:szCs w:val="24"/>
        </w:rPr>
        <w:t>) was a gang that wanted to put blacks back into slavery.</w:t>
      </w:r>
      <w:r w:rsidR="00335EFA">
        <w:rPr>
          <w:sz w:val="24"/>
          <w:szCs w:val="24"/>
        </w:rPr>
        <w:t xml:space="preserve"> The NAACP wanted to be treated like everyone else. The people of Harlem wanted to be equal</w:t>
      </w:r>
    </w:p>
    <w:p w:rsidR="00E84580" w:rsidRDefault="00FF2B1D" w:rsidP="00E35F57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B25DC0" w:rsidRDefault="00B25DC0" w:rsidP="00E35F57">
      <w:pPr>
        <w:rPr>
          <w:sz w:val="24"/>
          <w:szCs w:val="24"/>
        </w:rPr>
      </w:pPr>
    </w:p>
    <w:bookmarkEnd w:id="0"/>
    <w:p w:rsidR="00B25DC0" w:rsidRDefault="00B25DC0" w:rsidP="00E35F5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25DC0" w:rsidRDefault="00B25DC0" w:rsidP="00E35F57">
      <w:pPr>
        <w:rPr>
          <w:sz w:val="24"/>
          <w:szCs w:val="24"/>
        </w:rPr>
      </w:pPr>
    </w:p>
    <w:p w:rsidR="00B25DC0" w:rsidRDefault="00B25DC0" w:rsidP="00E35F57">
      <w:pPr>
        <w:rPr>
          <w:sz w:val="24"/>
          <w:szCs w:val="24"/>
        </w:rPr>
      </w:pPr>
    </w:p>
    <w:p w:rsidR="00B25DC0" w:rsidRPr="00E35F57" w:rsidRDefault="00FF2B1D" w:rsidP="00E35F57">
      <w:pPr>
        <w:rPr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3604895</wp:posOffset>
            </wp:positionV>
            <wp:extent cx="2057400" cy="2057400"/>
            <wp:effectExtent l="0" t="0" r="0" b="0"/>
            <wp:wrapSquare wrapText="bothSides"/>
            <wp:docPr id="3" name="il_fi" descr="http://www.factropolis.com/uploaded_images/louisarmstrong-711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actropolis.com/uploaded_images/louisarmstrong-7114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2DB8817" wp14:editId="0B009447">
            <wp:simplePos x="0" y="0"/>
            <wp:positionH relativeFrom="column">
              <wp:posOffset>3209925</wp:posOffset>
            </wp:positionH>
            <wp:positionV relativeFrom="paragraph">
              <wp:posOffset>3290570</wp:posOffset>
            </wp:positionV>
            <wp:extent cx="3048000" cy="2990850"/>
            <wp:effectExtent l="0" t="0" r="0" b="0"/>
            <wp:wrapSquare wrapText="bothSides"/>
            <wp:docPr id="1" name="il_fi" descr="http://bp1.blogger.com/_aYIddibsNB4/R4-Akm9aebI/AAAAAAAAAAM/0XISHGgTfA4/s320/cotton-clu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p1.blogger.com/_aYIddibsNB4/R4-Akm9aebI/AAAAAAAAAAM/0XISHGgTfA4/s320/cotton-clu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5DC0" w:rsidRPr="00E35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F57"/>
    <w:rsid w:val="00154547"/>
    <w:rsid w:val="00335EFA"/>
    <w:rsid w:val="00525C15"/>
    <w:rsid w:val="006B3EF1"/>
    <w:rsid w:val="00B25DC0"/>
    <w:rsid w:val="00E35F57"/>
    <w:rsid w:val="00E84580"/>
    <w:rsid w:val="00FF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B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B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FE6FF8BF.dotm</Template>
  <TotalTime>43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BCSD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PTUser7</dc:creator>
  <cp:lastModifiedBy>PTUser7</cp:lastModifiedBy>
  <cp:revision>4</cp:revision>
  <dcterms:created xsi:type="dcterms:W3CDTF">2011-03-10T18:50:00Z</dcterms:created>
  <dcterms:modified xsi:type="dcterms:W3CDTF">2011-03-14T18:00:00Z</dcterms:modified>
</cp:coreProperties>
</file>